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086"/>
        <w:gridCol w:w="1116"/>
        <w:gridCol w:w="1156"/>
        <w:gridCol w:w="1349"/>
      </w:tblGrid>
      <w:tr w:rsidR="0015565B" w:rsidRPr="00DF25B3" w:rsidTr="009735EA">
        <w:trPr>
          <w:trHeight w:val="315"/>
          <w:jc w:val="center"/>
        </w:trPr>
        <w:tc>
          <w:tcPr>
            <w:tcW w:w="6799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735EA">
        <w:trPr>
          <w:trHeight w:val="315"/>
          <w:jc w:val="center"/>
        </w:trPr>
        <w:tc>
          <w:tcPr>
            <w:tcW w:w="6799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1F208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3E504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Α12-</w:t>
            </w:r>
            <w:r w:rsidR="003E5046" w:rsidRPr="003E504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Ο1.Ε14 </w:t>
            </w:r>
            <w:r w:rsidR="00C65E37" w:rsidRPr="00C65E3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3E5046" w:rsidRPr="003E504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Τύπος 02</w:t>
            </w:r>
            <w:r w:rsidR="001F208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( τύπου </w:t>
            </w:r>
            <w:r w:rsidR="001F2083" w:rsidRPr="001F208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Apple</w:t>
            </w:r>
            <w:r w:rsidR="001F208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)</w:t>
            </w:r>
            <w:bookmarkStart w:id="0" w:name="_GoBack"/>
            <w:bookmarkEnd w:id="0"/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9735EA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086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3E5046" w:rsidRPr="00DF25B3" w:rsidTr="00AA77FD">
        <w:trPr>
          <w:trHeight w:val="29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3E5046" w:rsidRPr="00432CD9" w:rsidRDefault="003E5046" w:rsidP="003E5046">
            <w:pPr>
              <w:jc w:val="center"/>
            </w:pPr>
            <w:r w:rsidRPr="00432CD9">
              <w:t>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046" w:rsidRPr="00A8070F" w:rsidRDefault="003E5046" w:rsidP="003E5046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Λειτουργικό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σύστημ</w:t>
            </w:r>
            <w:proofErr w:type="spellEnd"/>
            <w:r w:rsidRPr="00A8070F">
              <w:rPr>
                <w:lang w:val="en-GB"/>
              </w:rPr>
              <w:t xml:space="preserve">α Mac </w:t>
            </w:r>
            <w:proofErr w:type="spellStart"/>
            <w:r w:rsidRPr="00A8070F">
              <w:rPr>
                <w:lang w:val="en-GB"/>
              </w:rPr>
              <w:t>Os</w:t>
            </w:r>
            <w:proofErr w:type="spellEnd"/>
          </w:p>
        </w:tc>
        <w:tc>
          <w:tcPr>
            <w:tcW w:w="1116" w:type="dxa"/>
            <w:vAlign w:val="center"/>
          </w:tcPr>
          <w:p w:rsidR="003E5046" w:rsidRPr="00432CD9" w:rsidRDefault="003E5046" w:rsidP="003E504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3E5046" w:rsidRPr="00432CD9" w:rsidRDefault="003E5046" w:rsidP="003E504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3E5046" w:rsidRPr="00432CD9" w:rsidRDefault="003E5046" w:rsidP="003E5046">
            <w:r w:rsidRPr="00432CD9">
              <w:t xml:space="preserve"> </w:t>
            </w:r>
          </w:p>
        </w:tc>
      </w:tr>
      <w:tr w:rsidR="003E5046" w:rsidRPr="00DF25B3" w:rsidTr="00AA77FD">
        <w:trPr>
          <w:trHeight w:val="39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3E5046" w:rsidRPr="00432CD9" w:rsidRDefault="003E5046" w:rsidP="003E5046">
            <w:pPr>
              <w:jc w:val="center"/>
            </w:pPr>
            <w:r w:rsidRPr="00432CD9">
              <w:t>2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046" w:rsidRPr="00A8070F" w:rsidRDefault="003E5046" w:rsidP="003E5046">
            <w:r w:rsidRPr="00A8070F">
              <w:t xml:space="preserve">Επεξεργαστής τεχνολογίας </w:t>
            </w:r>
            <w:r w:rsidRPr="00A8070F">
              <w:rPr>
                <w:lang w:val="en-GB"/>
              </w:rPr>
              <w:t>ARM</w:t>
            </w:r>
            <w:r w:rsidRPr="00A8070F">
              <w:t xml:space="preserve"> τύπου </w:t>
            </w:r>
            <w:r w:rsidRPr="00A8070F">
              <w:rPr>
                <w:lang w:val="en-GB"/>
              </w:rPr>
              <w:t>apple</w:t>
            </w:r>
            <w:r w:rsidRPr="00A8070F">
              <w:t xml:space="preserve"> </w:t>
            </w:r>
            <w:r w:rsidRPr="00A8070F">
              <w:rPr>
                <w:lang w:val="en-GB"/>
              </w:rPr>
              <w:t>M</w:t>
            </w:r>
            <w:r w:rsidRPr="00A8070F">
              <w:t>4</w:t>
            </w:r>
          </w:p>
        </w:tc>
        <w:tc>
          <w:tcPr>
            <w:tcW w:w="1116" w:type="dxa"/>
            <w:vAlign w:val="center"/>
          </w:tcPr>
          <w:p w:rsidR="003E5046" w:rsidRPr="00432CD9" w:rsidRDefault="003E5046" w:rsidP="003E504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3E5046" w:rsidRPr="00432CD9" w:rsidRDefault="003E5046" w:rsidP="003E504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3E5046" w:rsidRPr="00432CD9" w:rsidRDefault="003E5046" w:rsidP="003E5046">
            <w:r w:rsidRPr="00432CD9">
              <w:t xml:space="preserve"> </w:t>
            </w:r>
          </w:p>
        </w:tc>
      </w:tr>
      <w:tr w:rsidR="003E5046" w:rsidRPr="00DF25B3" w:rsidTr="00AA77FD">
        <w:trPr>
          <w:trHeight w:val="47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3E5046" w:rsidRPr="00432CD9" w:rsidRDefault="003E5046" w:rsidP="003E5046">
            <w:pPr>
              <w:jc w:val="center"/>
            </w:pPr>
            <w:r w:rsidRPr="00432CD9">
              <w:t>3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046" w:rsidRPr="00A8070F" w:rsidRDefault="003E5046" w:rsidP="003E5046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Cpu</w:t>
            </w:r>
            <w:proofErr w:type="spellEnd"/>
            <w:r w:rsidRPr="00A8070F">
              <w:rPr>
                <w:lang w:val="en-GB"/>
              </w:rPr>
              <w:t xml:space="preserve"> &gt;=10 cores</w:t>
            </w:r>
          </w:p>
        </w:tc>
        <w:tc>
          <w:tcPr>
            <w:tcW w:w="1116" w:type="dxa"/>
            <w:vAlign w:val="center"/>
          </w:tcPr>
          <w:p w:rsidR="003E5046" w:rsidRPr="00432CD9" w:rsidRDefault="003E5046" w:rsidP="003E504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3E5046" w:rsidRPr="00432CD9" w:rsidRDefault="003E5046" w:rsidP="003E504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3E5046" w:rsidRPr="00432CD9" w:rsidRDefault="003E5046" w:rsidP="003E5046">
            <w:r w:rsidRPr="00432CD9">
              <w:t xml:space="preserve"> </w:t>
            </w:r>
          </w:p>
        </w:tc>
      </w:tr>
      <w:tr w:rsidR="003E5046" w:rsidRPr="00DF25B3" w:rsidTr="00AA77FD">
        <w:trPr>
          <w:trHeight w:val="353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3E5046" w:rsidRPr="00432CD9" w:rsidRDefault="003E5046" w:rsidP="003E5046">
            <w:pPr>
              <w:jc w:val="center"/>
            </w:pPr>
            <w:r w:rsidRPr="00432CD9">
              <w:t>4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046" w:rsidRPr="00A8070F" w:rsidRDefault="003E5046" w:rsidP="003E5046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Gpu</w:t>
            </w:r>
            <w:proofErr w:type="spellEnd"/>
            <w:r w:rsidRPr="00A8070F">
              <w:rPr>
                <w:lang w:val="en-GB"/>
              </w:rPr>
              <w:t xml:space="preserve"> &gt;=10 Cores</w:t>
            </w:r>
          </w:p>
        </w:tc>
        <w:tc>
          <w:tcPr>
            <w:tcW w:w="1116" w:type="dxa"/>
            <w:vAlign w:val="center"/>
          </w:tcPr>
          <w:p w:rsidR="003E5046" w:rsidRPr="00432CD9" w:rsidRDefault="003E5046" w:rsidP="003E504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3E5046" w:rsidRPr="00432CD9" w:rsidRDefault="003E5046" w:rsidP="003E504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3E5046" w:rsidRPr="00432CD9" w:rsidRDefault="003E5046" w:rsidP="003E5046">
            <w:r w:rsidRPr="00432CD9">
              <w:t xml:space="preserve"> </w:t>
            </w:r>
          </w:p>
        </w:tc>
      </w:tr>
      <w:tr w:rsidR="003E5046" w:rsidRPr="00DF25B3" w:rsidTr="00AA77FD">
        <w:trPr>
          <w:trHeight w:val="399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3E5046" w:rsidRPr="00432CD9" w:rsidRDefault="003E5046" w:rsidP="003E5046">
            <w:pPr>
              <w:jc w:val="center"/>
            </w:pPr>
            <w:r w:rsidRPr="00432CD9">
              <w:t>5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046" w:rsidRPr="00A8070F" w:rsidRDefault="003E5046" w:rsidP="003E5046">
            <w:pPr>
              <w:rPr>
                <w:lang w:val="en-GB"/>
              </w:rPr>
            </w:pPr>
            <w:r w:rsidRPr="00A8070F">
              <w:rPr>
                <w:lang w:val="en-GB"/>
              </w:rPr>
              <w:t>Neural Engine &gt;=16 cores</w:t>
            </w:r>
          </w:p>
        </w:tc>
        <w:tc>
          <w:tcPr>
            <w:tcW w:w="1116" w:type="dxa"/>
            <w:vAlign w:val="center"/>
          </w:tcPr>
          <w:p w:rsidR="003E5046" w:rsidRPr="00432CD9" w:rsidRDefault="003E5046" w:rsidP="003E504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3E5046" w:rsidRPr="00432CD9" w:rsidRDefault="003E5046" w:rsidP="003E504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3E5046" w:rsidRPr="00432CD9" w:rsidRDefault="003E5046" w:rsidP="003E5046">
            <w:r w:rsidRPr="00432CD9">
              <w:t xml:space="preserve"> </w:t>
            </w:r>
          </w:p>
        </w:tc>
      </w:tr>
      <w:tr w:rsidR="003E5046" w:rsidRPr="00DF25B3" w:rsidTr="00AA77FD">
        <w:trPr>
          <w:trHeight w:val="437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3E5046" w:rsidRPr="00432CD9" w:rsidRDefault="003E5046" w:rsidP="003E5046">
            <w:pPr>
              <w:jc w:val="center"/>
            </w:pPr>
            <w:r w:rsidRPr="00432CD9">
              <w:t>6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046" w:rsidRPr="00A8070F" w:rsidRDefault="003E5046" w:rsidP="003E5046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Ανάλυση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οθόνης</w:t>
            </w:r>
            <w:proofErr w:type="spellEnd"/>
            <w:r w:rsidRPr="00A8070F">
              <w:rPr>
                <w:lang w:val="en-GB"/>
              </w:rPr>
              <w:t xml:space="preserve"> &gt;=3024x1964</w:t>
            </w:r>
          </w:p>
        </w:tc>
        <w:tc>
          <w:tcPr>
            <w:tcW w:w="1116" w:type="dxa"/>
            <w:vAlign w:val="center"/>
          </w:tcPr>
          <w:p w:rsidR="003E5046" w:rsidRPr="00432CD9" w:rsidRDefault="003E5046" w:rsidP="003E504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3E5046" w:rsidRPr="00432CD9" w:rsidRDefault="003E5046" w:rsidP="003E504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3E5046" w:rsidRPr="00432CD9" w:rsidRDefault="003E5046" w:rsidP="003E5046">
            <w:r w:rsidRPr="00432CD9">
              <w:t xml:space="preserve"> </w:t>
            </w:r>
          </w:p>
        </w:tc>
      </w:tr>
      <w:tr w:rsidR="003E5046" w:rsidRPr="00EF62A6" w:rsidTr="00AA77FD">
        <w:trPr>
          <w:trHeight w:val="416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3E5046" w:rsidRPr="00432CD9" w:rsidRDefault="003E5046" w:rsidP="003E5046">
            <w:pPr>
              <w:jc w:val="center"/>
            </w:pPr>
            <w:r w:rsidRPr="00432CD9">
              <w:t>7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046" w:rsidRPr="00A8070F" w:rsidRDefault="003E5046" w:rsidP="003E5046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Μνήμη</w:t>
            </w:r>
            <w:proofErr w:type="spellEnd"/>
            <w:r w:rsidRPr="00A8070F">
              <w:rPr>
                <w:lang w:val="en-GB"/>
              </w:rPr>
              <w:t xml:space="preserve"> Ram &gt;=16GB</w:t>
            </w:r>
          </w:p>
        </w:tc>
        <w:tc>
          <w:tcPr>
            <w:tcW w:w="1116" w:type="dxa"/>
            <w:vAlign w:val="center"/>
          </w:tcPr>
          <w:p w:rsidR="003E5046" w:rsidRPr="00432CD9" w:rsidRDefault="003E5046" w:rsidP="003E504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3E5046" w:rsidRPr="00432CD9" w:rsidRDefault="003E5046" w:rsidP="003E504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3E5046" w:rsidRPr="00432CD9" w:rsidRDefault="003E5046" w:rsidP="003E5046">
            <w:r w:rsidRPr="00432CD9">
              <w:t xml:space="preserve"> </w:t>
            </w:r>
          </w:p>
        </w:tc>
      </w:tr>
      <w:tr w:rsidR="003E5046" w:rsidRPr="00DF25B3" w:rsidTr="00AA77FD">
        <w:trPr>
          <w:trHeight w:val="39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3E5046" w:rsidRPr="00432CD9" w:rsidRDefault="003E5046" w:rsidP="003E5046">
            <w:pPr>
              <w:jc w:val="center"/>
            </w:pPr>
            <w:r w:rsidRPr="00432CD9">
              <w:t>8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046" w:rsidRPr="00A8070F" w:rsidRDefault="003E5046" w:rsidP="003E5046">
            <w:pPr>
              <w:rPr>
                <w:lang w:val="en-GB"/>
              </w:rPr>
            </w:pPr>
            <w:r w:rsidRPr="00A8070F">
              <w:rPr>
                <w:lang w:val="en-GB"/>
              </w:rPr>
              <w:t>SSD &gt;=512GB</w:t>
            </w:r>
          </w:p>
        </w:tc>
        <w:tc>
          <w:tcPr>
            <w:tcW w:w="1116" w:type="dxa"/>
            <w:vAlign w:val="center"/>
          </w:tcPr>
          <w:p w:rsidR="003E5046" w:rsidRPr="00432CD9" w:rsidRDefault="003E5046" w:rsidP="003E504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3E5046" w:rsidRPr="00432CD9" w:rsidRDefault="003E5046" w:rsidP="003E504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3E5046" w:rsidRPr="00432CD9" w:rsidRDefault="003E5046" w:rsidP="003E5046">
            <w:r w:rsidRPr="00432CD9">
              <w:t xml:space="preserve"> </w:t>
            </w:r>
          </w:p>
        </w:tc>
      </w:tr>
      <w:tr w:rsidR="003E5046" w:rsidRPr="00DF25B3" w:rsidTr="00AA77FD">
        <w:trPr>
          <w:trHeight w:val="329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3E5046" w:rsidRPr="00432CD9" w:rsidRDefault="003E5046" w:rsidP="003E5046">
            <w:pPr>
              <w:jc w:val="center"/>
            </w:pPr>
            <w:r w:rsidRPr="00432CD9">
              <w:t>9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046" w:rsidRPr="00A8070F" w:rsidRDefault="003E5046" w:rsidP="003E5046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Βάρος</w:t>
            </w:r>
            <w:proofErr w:type="spellEnd"/>
            <w:r w:rsidRPr="00A8070F">
              <w:rPr>
                <w:lang w:val="en-GB"/>
              </w:rPr>
              <w:t xml:space="preserve"> &lt;= 1,63 Kg</w:t>
            </w:r>
          </w:p>
        </w:tc>
        <w:tc>
          <w:tcPr>
            <w:tcW w:w="1116" w:type="dxa"/>
            <w:vAlign w:val="center"/>
          </w:tcPr>
          <w:p w:rsidR="003E5046" w:rsidRPr="00432CD9" w:rsidRDefault="003E5046" w:rsidP="003E504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3E5046" w:rsidRPr="00432CD9" w:rsidRDefault="003E5046" w:rsidP="003E504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3E5046" w:rsidRPr="00432CD9" w:rsidRDefault="003E5046" w:rsidP="003E5046">
            <w:r w:rsidRPr="00432CD9">
              <w:t xml:space="preserve"> </w:t>
            </w:r>
          </w:p>
        </w:tc>
      </w:tr>
      <w:tr w:rsidR="003E5046" w:rsidRPr="00DF25B3" w:rsidTr="00AA77FD">
        <w:trPr>
          <w:trHeight w:val="434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3E5046" w:rsidRPr="00432CD9" w:rsidRDefault="003E5046" w:rsidP="003E5046">
            <w:pPr>
              <w:jc w:val="center"/>
            </w:pPr>
            <w:r w:rsidRPr="00432CD9">
              <w:t>10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046" w:rsidRPr="00A8070F" w:rsidRDefault="003E5046" w:rsidP="003E5046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Οθόνη</w:t>
            </w:r>
            <w:proofErr w:type="spellEnd"/>
            <w:r w:rsidRPr="00A8070F">
              <w:rPr>
                <w:lang w:val="en-GB"/>
              </w:rPr>
              <w:t xml:space="preserve"> 14,2' Liquid Retina</w:t>
            </w:r>
          </w:p>
        </w:tc>
        <w:tc>
          <w:tcPr>
            <w:tcW w:w="1116" w:type="dxa"/>
            <w:vAlign w:val="center"/>
          </w:tcPr>
          <w:p w:rsidR="003E5046" w:rsidRPr="00432CD9" w:rsidRDefault="003E5046" w:rsidP="003E504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3E5046" w:rsidRPr="00432CD9" w:rsidRDefault="003E5046" w:rsidP="003E504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3E5046" w:rsidRPr="00432CD9" w:rsidRDefault="003E5046" w:rsidP="003E5046">
            <w:r w:rsidRPr="00432CD9">
              <w:t xml:space="preserve"> </w:t>
            </w:r>
          </w:p>
        </w:tc>
      </w:tr>
      <w:tr w:rsidR="003E5046" w:rsidRPr="00DF25B3" w:rsidTr="00AA77FD">
        <w:trPr>
          <w:trHeight w:val="286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3E5046" w:rsidRPr="00432CD9" w:rsidRDefault="003E5046" w:rsidP="003E5046">
            <w:pPr>
              <w:jc w:val="center"/>
            </w:pPr>
            <w:r w:rsidRPr="00432CD9">
              <w:t>11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5046" w:rsidRPr="00A8070F" w:rsidRDefault="003E5046" w:rsidP="003E5046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Εγγύηση</w:t>
            </w:r>
            <w:proofErr w:type="spellEnd"/>
            <w:r w:rsidRPr="00A8070F">
              <w:rPr>
                <w:lang w:val="en-GB"/>
              </w:rPr>
              <w:t xml:space="preserve"> &gt;= 1έτος</w:t>
            </w:r>
          </w:p>
        </w:tc>
        <w:tc>
          <w:tcPr>
            <w:tcW w:w="1116" w:type="dxa"/>
            <w:vAlign w:val="center"/>
          </w:tcPr>
          <w:p w:rsidR="003E5046" w:rsidRPr="00432CD9" w:rsidRDefault="003E5046" w:rsidP="003E5046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3E5046" w:rsidRPr="00432CD9" w:rsidRDefault="003E5046" w:rsidP="003E5046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3E5046" w:rsidRPr="00432CD9" w:rsidRDefault="003E5046" w:rsidP="003E5046">
            <w:r w:rsidRPr="00432CD9">
              <w:t xml:space="preserve"> </w:t>
            </w:r>
          </w:p>
        </w:tc>
      </w:tr>
    </w:tbl>
    <w:p w:rsidR="00EB2777" w:rsidRDefault="00EB2777" w:rsidP="006C353C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85E48"/>
    <w:rsid w:val="001E6292"/>
    <w:rsid w:val="001F2083"/>
    <w:rsid w:val="00250C6D"/>
    <w:rsid w:val="00343475"/>
    <w:rsid w:val="003E5046"/>
    <w:rsid w:val="00406FB0"/>
    <w:rsid w:val="004B2EA7"/>
    <w:rsid w:val="005552FE"/>
    <w:rsid w:val="00591317"/>
    <w:rsid w:val="00592D2F"/>
    <w:rsid w:val="006C353C"/>
    <w:rsid w:val="007420FC"/>
    <w:rsid w:val="00785BE0"/>
    <w:rsid w:val="009735EA"/>
    <w:rsid w:val="00997F72"/>
    <w:rsid w:val="00A40B4A"/>
    <w:rsid w:val="00B317A9"/>
    <w:rsid w:val="00C65E37"/>
    <w:rsid w:val="00C8287A"/>
    <w:rsid w:val="00E50C36"/>
    <w:rsid w:val="00E56EDD"/>
    <w:rsid w:val="00E57686"/>
    <w:rsid w:val="00EB2777"/>
    <w:rsid w:val="00F41BA0"/>
    <w:rsid w:val="00F7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016000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87E397AA</Template>
  <TotalTime>2</TotalTime>
  <Pages>1</Pages>
  <Words>72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2025-09-10T06:56:00Z</dcterms:created>
  <dcterms:modified xsi:type="dcterms:W3CDTF">2025-09-15T09:04:00Z</dcterms:modified>
</cp:coreProperties>
</file>